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ABB" w:rsidRPr="00C25E56" w:rsidRDefault="00B81ABB" w:rsidP="0084477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A_SAKH" style="width:1in;height:94.5pt;visibility:visible">
            <v:imagedata r:id="rId5" o:title=""/>
          </v:shape>
        </w:pict>
      </w:r>
    </w:p>
    <w:p w:rsidR="00B81ABB" w:rsidRPr="00C25E56" w:rsidRDefault="00B81ABB" w:rsidP="0084477B">
      <w:pPr>
        <w:pStyle w:val="Heading1"/>
        <w:tabs>
          <w:tab w:val="left" w:pos="708"/>
        </w:tabs>
        <w:rPr>
          <w:sz w:val="24"/>
          <w:szCs w:val="24"/>
        </w:rPr>
      </w:pPr>
    </w:p>
    <w:p w:rsidR="00B81ABB" w:rsidRPr="00C25E56" w:rsidRDefault="00B81ABB" w:rsidP="0084477B">
      <w:pPr>
        <w:pStyle w:val="Heading1"/>
        <w:tabs>
          <w:tab w:val="left" w:pos="708"/>
        </w:tabs>
        <w:rPr>
          <w:sz w:val="24"/>
          <w:szCs w:val="24"/>
        </w:rPr>
      </w:pPr>
    </w:p>
    <w:p w:rsidR="00B81ABB" w:rsidRPr="00C25E56" w:rsidRDefault="00B81ABB" w:rsidP="0084477B">
      <w:pPr>
        <w:pStyle w:val="Heading1"/>
        <w:tabs>
          <w:tab w:val="left" w:pos="708"/>
        </w:tabs>
        <w:rPr>
          <w:sz w:val="24"/>
          <w:szCs w:val="24"/>
        </w:rPr>
      </w:pPr>
      <w:r w:rsidRPr="00C25E56">
        <w:rPr>
          <w:sz w:val="24"/>
          <w:szCs w:val="24"/>
        </w:rPr>
        <w:t xml:space="preserve">АДМИНИСТРАЦИЯ </w:t>
      </w:r>
    </w:p>
    <w:p w:rsidR="00B81ABB" w:rsidRPr="00C25E56" w:rsidRDefault="00B81ABB" w:rsidP="0084477B">
      <w:pPr>
        <w:pStyle w:val="Heading1"/>
        <w:tabs>
          <w:tab w:val="left" w:pos="708"/>
        </w:tabs>
        <w:rPr>
          <w:sz w:val="24"/>
          <w:szCs w:val="24"/>
        </w:rPr>
      </w:pPr>
      <w:r w:rsidRPr="00C25E56">
        <w:rPr>
          <w:sz w:val="24"/>
          <w:szCs w:val="24"/>
        </w:rPr>
        <w:t>ГОРОДСКОГО  ОКРУГА</w:t>
      </w:r>
    </w:p>
    <w:p w:rsidR="00B81ABB" w:rsidRPr="00C25E56" w:rsidRDefault="00B81ABB" w:rsidP="0084477B">
      <w:pPr>
        <w:tabs>
          <w:tab w:val="left" w:pos="5954"/>
        </w:tabs>
        <w:ind w:left="360" w:hanging="360"/>
        <w:jc w:val="center"/>
        <w:rPr>
          <w:b/>
          <w:bCs/>
        </w:rPr>
      </w:pPr>
      <w:r w:rsidRPr="00C25E56">
        <w:rPr>
          <w:b/>
          <w:bCs/>
        </w:rPr>
        <w:t>«АЛЕКСАНДРОВСК-САХАЛИНСКИЙ  РАЙОН»</w:t>
      </w:r>
    </w:p>
    <w:p w:rsidR="00B81ABB" w:rsidRPr="00C25E56" w:rsidRDefault="00B81ABB" w:rsidP="0084477B">
      <w:pPr>
        <w:tabs>
          <w:tab w:val="left" w:pos="5954"/>
        </w:tabs>
        <w:ind w:left="360" w:hanging="360"/>
        <w:jc w:val="center"/>
        <w:rPr>
          <w:b/>
          <w:bCs/>
        </w:rPr>
      </w:pPr>
    </w:p>
    <w:p w:rsidR="00B81ABB" w:rsidRPr="00C25E56" w:rsidRDefault="00B81ABB" w:rsidP="0084477B">
      <w:pPr>
        <w:tabs>
          <w:tab w:val="left" w:pos="5954"/>
        </w:tabs>
        <w:ind w:left="360" w:hanging="360"/>
        <w:jc w:val="center"/>
        <w:rPr>
          <w:b/>
          <w:bCs/>
        </w:rPr>
      </w:pPr>
      <w:r w:rsidRPr="00C25E56">
        <w:rPr>
          <w:b/>
          <w:bCs/>
        </w:rPr>
        <w:t>ПОСТАНОВЛЕНИЕ</w:t>
      </w:r>
    </w:p>
    <w:p w:rsidR="00B81ABB" w:rsidRPr="00C25E56" w:rsidRDefault="00B81ABB" w:rsidP="0084477B">
      <w:pPr>
        <w:tabs>
          <w:tab w:val="left" w:pos="5954"/>
        </w:tabs>
        <w:ind w:left="360" w:hanging="360"/>
        <w:jc w:val="center"/>
      </w:pPr>
    </w:p>
    <w:p w:rsidR="00B81ABB" w:rsidRPr="00C25E56" w:rsidRDefault="00B81ABB" w:rsidP="0084477B">
      <w:pPr>
        <w:jc w:val="center"/>
      </w:pPr>
      <w:r>
        <w:rPr>
          <w:noProof/>
        </w:rPr>
        <w:pict>
          <v:shape id="Рисунок 2" o:spid="_x0000_i1026" type="#_x0000_t75" style="width:451.5pt;height:6.75pt;visibility:visible">
            <v:imagedata r:id="rId6" o:title=""/>
          </v:shape>
        </w:pict>
      </w:r>
    </w:p>
    <w:p w:rsidR="00B81ABB" w:rsidRPr="00C25E56" w:rsidRDefault="00B81ABB" w:rsidP="0084477B">
      <w:pPr>
        <w:ind w:left="4860"/>
      </w:pPr>
      <w:r w:rsidRPr="00C25E56">
        <w:tab/>
      </w:r>
    </w:p>
    <w:p w:rsidR="00B81ABB" w:rsidRPr="00C25E56" w:rsidRDefault="00B81ABB" w:rsidP="0084477B">
      <w:r>
        <w:t>От  «08» сентября 2015</w:t>
      </w:r>
      <w:r w:rsidRPr="00C25E56">
        <w:t xml:space="preserve"> г.  № </w:t>
      </w:r>
      <w:r>
        <w:t>503</w:t>
      </w:r>
    </w:p>
    <w:p w:rsidR="00B81ABB" w:rsidRPr="00C25E56" w:rsidRDefault="00B81ABB" w:rsidP="0084477B">
      <w:r w:rsidRPr="00C25E56">
        <w:t xml:space="preserve">г. Александровск-Сахалинский </w:t>
      </w:r>
    </w:p>
    <w:p w:rsidR="00B81ABB" w:rsidRPr="00C25E56" w:rsidRDefault="00B81ABB" w:rsidP="0084477B"/>
    <w:p w:rsidR="00B81ABB" w:rsidRPr="00AE09EC" w:rsidRDefault="00B81ABB" w:rsidP="0084477B">
      <w:pPr>
        <w:rPr>
          <w:b/>
          <w:bCs/>
        </w:rPr>
      </w:pPr>
      <w:r w:rsidRPr="00AE09EC">
        <w:rPr>
          <w:b/>
          <w:bCs/>
        </w:rPr>
        <w:t xml:space="preserve">Об утверждении Устава </w:t>
      </w:r>
    </w:p>
    <w:p w:rsidR="00B81ABB" w:rsidRPr="00AE09EC" w:rsidRDefault="00B81ABB" w:rsidP="0084477B">
      <w:pPr>
        <w:rPr>
          <w:b/>
          <w:bCs/>
        </w:rPr>
      </w:pPr>
      <w:r w:rsidRPr="00AE09EC">
        <w:rPr>
          <w:b/>
          <w:bCs/>
        </w:rPr>
        <w:t>муниципального казенного</w:t>
      </w:r>
    </w:p>
    <w:p w:rsidR="00B81ABB" w:rsidRPr="00AE09EC" w:rsidRDefault="00B81ABB" w:rsidP="0084477B">
      <w:pPr>
        <w:rPr>
          <w:b/>
          <w:bCs/>
        </w:rPr>
      </w:pPr>
      <w:r w:rsidRPr="00AE09EC">
        <w:rPr>
          <w:b/>
          <w:bCs/>
        </w:rPr>
        <w:t>общеобразовательного учреждения</w:t>
      </w:r>
    </w:p>
    <w:p w:rsidR="00B81ABB" w:rsidRPr="00AE09EC" w:rsidRDefault="00B81ABB" w:rsidP="0084477B">
      <w:pPr>
        <w:rPr>
          <w:b/>
          <w:bCs/>
        </w:rPr>
      </w:pPr>
      <w:r w:rsidRPr="00AE09EC">
        <w:rPr>
          <w:b/>
          <w:bCs/>
        </w:rPr>
        <w:t xml:space="preserve">средней общеобразовательной </w:t>
      </w:r>
    </w:p>
    <w:p w:rsidR="00B81ABB" w:rsidRPr="00AE09EC" w:rsidRDefault="00B81ABB" w:rsidP="004847D0">
      <w:pPr>
        <w:rPr>
          <w:b/>
          <w:bCs/>
        </w:rPr>
      </w:pPr>
      <w:r w:rsidRPr="00AE09EC">
        <w:rPr>
          <w:b/>
          <w:bCs/>
        </w:rPr>
        <w:t>школы с.</w:t>
      </w:r>
      <w:r>
        <w:rPr>
          <w:b/>
          <w:bCs/>
        </w:rPr>
        <w:t xml:space="preserve"> </w:t>
      </w:r>
      <w:r w:rsidRPr="00AE09EC">
        <w:rPr>
          <w:b/>
          <w:bCs/>
        </w:rPr>
        <w:t>Мгачи</w:t>
      </w:r>
    </w:p>
    <w:p w:rsidR="00B81ABB" w:rsidRPr="00C25E56" w:rsidRDefault="00B81ABB" w:rsidP="0084477B"/>
    <w:p w:rsidR="00B81ABB" w:rsidRPr="00C25E56" w:rsidRDefault="00B81ABB" w:rsidP="0084477B">
      <w:pPr>
        <w:jc w:val="both"/>
      </w:pPr>
      <w:r w:rsidRPr="00C25E56">
        <w:tab/>
        <w:t>В соответствии с требованиями Федерал</w:t>
      </w:r>
      <w:r>
        <w:t>ьного закона от 29.12.2012 г. № 273-ФЗ «Об образовании в Российской Федерации»</w:t>
      </w:r>
      <w:r w:rsidRPr="00C25E56">
        <w:t xml:space="preserve"> администрация городского округа «Александровск-Сахалинский район»</w:t>
      </w:r>
      <w:r>
        <w:t xml:space="preserve"> постановляет:</w:t>
      </w:r>
    </w:p>
    <w:p w:rsidR="00B81ABB" w:rsidRPr="00C25E56" w:rsidRDefault="00B81ABB" w:rsidP="0084477B">
      <w:pPr>
        <w:jc w:val="center"/>
      </w:pPr>
    </w:p>
    <w:p w:rsidR="00B81ABB" w:rsidRPr="00C25E56" w:rsidRDefault="00B81ABB" w:rsidP="0084477B">
      <w:pPr>
        <w:jc w:val="both"/>
        <w:rPr>
          <w:b/>
          <w:bCs/>
        </w:rPr>
      </w:pPr>
    </w:p>
    <w:p w:rsidR="00B81ABB" w:rsidRPr="00C25E56" w:rsidRDefault="00B81ABB" w:rsidP="0084477B">
      <w:r w:rsidRPr="00C25E56">
        <w:rPr>
          <w:b/>
          <w:bCs/>
        </w:rPr>
        <w:t xml:space="preserve">      </w:t>
      </w:r>
    </w:p>
    <w:p w:rsidR="00B81ABB" w:rsidRDefault="00B81ABB" w:rsidP="00F936A4">
      <w:pPr>
        <w:pStyle w:val="ListParagraph"/>
        <w:numPr>
          <w:ilvl w:val="0"/>
          <w:numId w:val="5"/>
        </w:numPr>
        <w:ind w:left="142" w:hanging="426"/>
        <w:jc w:val="both"/>
      </w:pPr>
      <w:r>
        <w:t>Утвердить Устав муниципального казенного общеобразовательного учреждения средней общеобразовательной школы с. Мгачи.</w:t>
      </w:r>
    </w:p>
    <w:p w:rsidR="00B81ABB" w:rsidRDefault="00B81ABB" w:rsidP="00F936A4">
      <w:pPr>
        <w:pStyle w:val="ListParagraph"/>
        <w:numPr>
          <w:ilvl w:val="0"/>
          <w:numId w:val="5"/>
        </w:numPr>
        <w:ind w:left="142" w:hanging="426"/>
        <w:jc w:val="both"/>
      </w:pPr>
      <w:r>
        <w:t>Считать утратившими силу:</w:t>
      </w:r>
    </w:p>
    <w:p w:rsidR="00B81ABB" w:rsidRDefault="00B81ABB" w:rsidP="00F936A4">
      <w:pPr>
        <w:pStyle w:val="ListParagraph"/>
        <w:numPr>
          <w:ilvl w:val="1"/>
          <w:numId w:val="1"/>
        </w:numPr>
        <w:tabs>
          <w:tab w:val="num" w:pos="426"/>
          <w:tab w:val="num" w:pos="540"/>
        </w:tabs>
        <w:ind w:left="0" w:firstLine="0"/>
        <w:jc w:val="both"/>
      </w:pPr>
      <w:r>
        <w:t xml:space="preserve"> Постановление мэра городского округа «Александровск-Сахалинский район» от 18.03.2011 г. №152 </w:t>
      </w:r>
      <w:r w:rsidRPr="00AE09EC">
        <w:t xml:space="preserve">«Об утверждении </w:t>
      </w:r>
      <w:bookmarkStart w:id="0" w:name="_GoBack"/>
      <w:bookmarkEnd w:id="0"/>
      <w:r w:rsidRPr="00AE09EC">
        <w:t>Устава муниципального казенного общеобразовательного учреждения средней общеобразовательной школы с.</w:t>
      </w:r>
      <w:r>
        <w:t xml:space="preserve"> </w:t>
      </w:r>
      <w:r w:rsidRPr="00AE09EC">
        <w:t>Мгачи»;</w:t>
      </w:r>
    </w:p>
    <w:p w:rsidR="00B81ABB" w:rsidRDefault="00B81ABB" w:rsidP="00F936A4">
      <w:pPr>
        <w:pStyle w:val="ListParagraph"/>
        <w:numPr>
          <w:ilvl w:val="1"/>
          <w:numId w:val="1"/>
        </w:numPr>
        <w:tabs>
          <w:tab w:val="num" w:pos="0"/>
          <w:tab w:val="num" w:pos="540"/>
        </w:tabs>
        <w:ind w:left="0" w:firstLine="0"/>
        <w:jc w:val="both"/>
      </w:pPr>
      <w:r>
        <w:t>Постановление мэра городского округа «Александровск-Сахалинский район» от 17.06.2011 г. №305 «О внесении изменений в Устав МКОУ СОШ с. Мгачи»;</w:t>
      </w:r>
    </w:p>
    <w:p w:rsidR="00B81ABB" w:rsidRDefault="00B81ABB" w:rsidP="00F936A4">
      <w:pPr>
        <w:pStyle w:val="ListParagraph"/>
        <w:numPr>
          <w:ilvl w:val="1"/>
          <w:numId w:val="1"/>
        </w:numPr>
        <w:tabs>
          <w:tab w:val="num" w:pos="0"/>
          <w:tab w:val="num" w:pos="540"/>
        </w:tabs>
        <w:ind w:left="0" w:firstLine="0"/>
        <w:jc w:val="both"/>
      </w:pPr>
      <w:r>
        <w:t xml:space="preserve"> Постановление администрации городского округа «Александровск-Сахалинский район» от 17.08.2011 г. №412 «О внесении изменений в Устав МКОУ СОШ с. Мгачи»;</w:t>
      </w:r>
    </w:p>
    <w:p w:rsidR="00B81ABB" w:rsidRDefault="00B81ABB" w:rsidP="00F936A4">
      <w:pPr>
        <w:pStyle w:val="ListParagraph"/>
        <w:numPr>
          <w:ilvl w:val="1"/>
          <w:numId w:val="1"/>
        </w:numPr>
        <w:tabs>
          <w:tab w:val="num" w:pos="0"/>
          <w:tab w:val="num" w:pos="540"/>
        </w:tabs>
        <w:ind w:left="0" w:firstLine="0"/>
        <w:jc w:val="both"/>
      </w:pPr>
      <w:r>
        <w:t xml:space="preserve"> Постановление администрации городского округа «Александровск-Сахалинский район» от 30.08.2012 г. №431 «О внесении изменений и дополнений в Устав муниципального казенного общеобразовательного учреждения средней общеобразовательной школы с. Мгачи»;</w:t>
      </w:r>
    </w:p>
    <w:p w:rsidR="00B81ABB" w:rsidRDefault="00B81ABB" w:rsidP="00AE09EC">
      <w:pPr>
        <w:pStyle w:val="ListParagraph"/>
        <w:numPr>
          <w:ilvl w:val="1"/>
          <w:numId w:val="1"/>
        </w:numPr>
        <w:tabs>
          <w:tab w:val="num" w:pos="0"/>
          <w:tab w:val="num" w:pos="540"/>
        </w:tabs>
        <w:ind w:left="0" w:firstLine="0"/>
        <w:jc w:val="both"/>
      </w:pPr>
      <w:r>
        <w:t xml:space="preserve"> Постановление администрации городского округа «Александровск-Сахалинский район» от 05.05.2014 г. №163 «О внесении изменений в Устав муниципального казенного общеобразовательного учреждения средней общеобразовательной школы с. Мгачи, утвержденный постановлением администрации ГО «Александровск-Сахалинский район» №152 от 18.03.2011г. «Об утверждении Устава муниципального казенного общеобразовательного учреждения средней общеобразовательной школы с. Мгачи»»;</w:t>
      </w:r>
    </w:p>
    <w:p w:rsidR="00B81ABB" w:rsidRDefault="00B81ABB" w:rsidP="00F936A4">
      <w:pPr>
        <w:pStyle w:val="ListParagraph"/>
        <w:numPr>
          <w:ilvl w:val="0"/>
          <w:numId w:val="5"/>
        </w:numPr>
        <w:tabs>
          <w:tab w:val="num" w:pos="0"/>
        </w:tabs>
        <w:ind w:left="0" w:hanging="284"/>
        <w:jc w:val="both"/>
      </w:pPr>
      <w:r>
        <w:t xml:space="preserve"> Директору муниципального казенного общеобразовательного учреждения </w:t>
      </w:r>
      <w:r w:rsidRPr="00C25E56">
        <w:t>средней</w:t>
      </w:r>
      <w:r>
        <w:t xml:space="preserve"> общеобразовательной школы с. Мгачи зарегистрировать У</w:t>
      </w:r>
      <w:r w:rsidRPr="00C25E56">
        <w:t xml:space="preserve">став муниципального </w:t>
      </w:r>
      <w:r>
        <w:t>казенного</w:t>
      </w:r>
      <w:r w:rsidRPr="00C25E56">
        <w:t xml:space="preserve"> общеобразовательного учреждения средней общео</w:t>
      </w:r>
      <w:r>
        <w:t xml:space="preserve">бразовательной школы с. Мгачи в </w:t>
      </w:r>
      <w:r w:rsidRPr="00C25E56">
        <w:t>порядке</w:t>
      </w:r>
      <w:r>
        <w:t>, установленном  законодательством</w:t>
      </w:r>
      <w:r w:rsidRPr="00C25E56">
        <w:t>.</w:t>
      </w:r>
    </w:p>
    <w:p w:rsidR="00B81ABB" w:rsidRPr="00C25E56" w:rsidRDefault="00B81ABB" w:rsidP="00F936A4">
      <w:pPr>
        <w:pStyle w:val="ListParagraph"/>
        <w:numPr>
          <w:ilvl w:val="0"/>
          <w:numId w:val="5"/>
        </w:numPr>
        <w:tabs>
          <w:tab w:val="num" w:pos="0"/>
        </w:tabs>
        <w:ind w:left="0" w:hanging="284"/>
        <w:jc w:val="both"/>
      </w:pPr>
      <w:r>
        <w:t>Контроль за исполнением настоящего постановления возложить на заместителя мэра – начальника управления социальной политики городского округа «Александровск-Сахалинский район».</w:t>
      </w:r>
    </w:p>
    <w:p w:rsidR="00B81ABB" w:rsidRPr="00C25E56" w:rsidRDefault="00B81ABB" w:rsidP="0084477B">
      <w:pPr>
        <w:ind w:left="360"/>
      </w:pPr>
      <w:r w:rsidRPr="00C25E56">
        <w:t xml:space="preserve">  </w:t>
      </w:r>
    </w:p>
    <w:p w:rsidR="00B81ABB" w:rsidRPr="00C25E56" w:rsidRDefault="00B81ABB" w:rsidP="0084477B">
      <w:pPr>
        <w:ind w:left="360"/>
      </w:pPr>
    </w:p>
    <w:p w:rsidR="00B81ABB" w:rsidRPr="00C25E56" w:rsidRDefault="00B81ABB" w:rsidP="0084477B">
      <w:pPr>
        <w:ind w:left="360"/>
      </w:pPr>
      <w:r w:rsidRPr="00C25E56">
        <w:t xml:space="preserve">                           </w:t>
      </w:r>
    </w:p>
    <w:p w:rsidR="00B81ABB" w:rsidRPr="00AE09EC" w:rsidRDefault="00B81ABB" w:rsidP="0084477B">
      <w:pPr>
        <w:ind w:left="360"/>
        <w:jc w:val="both"/>
        <w:rPr>
          <w:b/>
          <w:bCs/>
        </w:rPr>
      </w:pPr>
      <w:r w:rsidRPr="00AE09EC">
        <w:rPr>
          <w:b/>
          <w:bCs/>
        </w:rPr>
        <w:t xml:space="preserve">   Мэр городского округа </w:t>
      </w:r>
    </w:p>
    <w:p w:rsidR="00B81ABB" w:rsidRPr="00AE09EC" w:rsidRDefault="00B81ABB" w:rsidP="0084477B">
      <w:pPr>
        <w:ind w:left="360"/>
        <w:rPr>
          <w:b/>
          <w:bCs/>
        </w:rPr>
      </w:pPr>
      <w:r w:rsidRPr="00AE09EC">
        <w:rPr>
          <w:b/>
          <w:bCs/>
        </w:rPr>
        <w:t>«Александровск-Сахалинский район»</w:t>
      </w:r>
      <w:r w:rsidRPr="00AE09EC">
        <w:rPr>
          <w:b/>
          <w:bCs/>
        </w:rPr>
        <w:tab/>
        <w:t xml:space="preserve">    </w:t>
      </w:r>
      <w:r w:rsidRPr="00AE09EC">
        <w:rPr>
          <w:b/>
          <w:bCs/>
        </w:rPr>
        <w:tab/>
        <w:t xml:space="preserve">               А.Т.Тулинов</w:t>
      </w:r>
      <w:r w:rsidRPr="00AE09EC">
        <w:rPr>
          <w:b/>
          <w:bCs/>
        </w:rPr>
        <w:tab/>
        <w:t xml:space="preserve">                </w:t>
      </w:r>
    </w:p>
    <w:p w:rsidR="00B81ABB" w:rsidRPr="00AE09EC" w:rsidRDefault="00B81ABB" w:rsidP="0084477B">
      <w:pPr>
        <w:rPr>
          <w:b/>
          <w:bCs/>
        </w:rPr>
      </w:pPr>
    </w:p>
    <w:p w:rsidR="00B81ABB" w:rsidRPr="00AE09EC" w:rsidRDefault="00B81ABB" w:rsidP="0084477B">
      <w:pPr>
        <w:rPr>
          <w:b/>
          <w:bCs/>
        </w:rPr>
      </w:pPr>
    </w:p>
    <w:p w:rsidR="00B81ABB" w:rsidRPr="00AF74E6" w:rsidRDefault="00B81ABB" w:rsidP="0084477B"/>
    <w:p w:rsidR="00B81ABB" w:rsidRPr="00AF74E6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p w:rsidR="00B81ABB" w:rsidRDefault="00B81ABB" w:rsidP="0084477B"/>
    <w:sectPr w:rsidR="00B81ABB" w:rsidSect="00F936A4">
      <w:pgSz w:w="11906" w:h="16838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641E4"/>
    <w:multiLevelType w:val="hybridMultilevel"/>
    <w:tmpl w:val="720CB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2F1FEB"/>
    <w:multiLevelType w:val="multilevel"/>
    <w:tmpl w:val="A64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">
    <w:nsid w:val="595A2CAF"/>
    <w:multiLevelType w:val="hybridMultilevel"/>
    <w:tmpl w:val="720CB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DE55B8"/>
    <w:multiLevelType w:val="hybridMultilevel"/>
    <w:tmpl w:val="61546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2231D"/>
    <w:multiLevelType w:val="hybridMultilevel"/>
    <w:tmpl w:val="A372D17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77B"/>
    <w:rsid w:val="000253C9"/>
    <w:rsid w:val="000C1D71"/>
    <w:rsid w:val="000D2B5C"/>
    <w:rsid w:val="001B25D8"/>
    <w:rsid w:val="002426AF"/>
    <w:rsid w:val="00245360"/>
    <w:rsid w:val="0030119D"/>
    <w:rsid w:val="003375A0"/>
    <w:rsid w:val="00440E16"/>
    <w:rsid w:val="004847D0"/>
    <w:rsid w:val="005937D6"/>
    <w:rsid w:val="00620F48"/>
    <w:rsid w:val="006D6942"/>
    <w:rsid w:val="00727F24"/>
    <w:rsid w:val="007E1D5C"/>
    <w:rsid w:val="0084477B"/>
    <w:rsid w:val="00862C17"/>
    <w:rsid w:val="008C4C12"/>
    <w:rsid w:val="008F2306"/>
    <w:rsid w:val="0090108D"/>
    <w:rsid w:val="00AE09EC"/>
    <w:rsid w:val="00AF74E6"/>
    <w:rsid w:val="00B719B7"/>
    <w:rsid w:val="00B81ABB"/>
    <w:rsid w:val="00BA3BF0"/>
    <w:rsid w:val="00BE0573"/>
    <w:rsid w:val="00C25E56"/>
    <w:rsid w:val="00C55CB8"/>
    <w:rsid w:val="00D75ECD"/>
    <w:rsid w:val="00D934A8"/>
    <w:rsid w:val="00DE5B53"/>
    <w:rsid w:val="00DE5CE3"/>
    <w:rsid w:val="00E548FF"/>
    <w:rsid w:val="00E8574D"/>
    <w:rsid w:val="00E8575E"/>
    <w:rsid w:val="00F67CEA"/>
    <w:rsid w:val="00F93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77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477B"/>
    <w:pPr>
      <w:keepNext/>
      <w:tabs>
        <w:tab w:val="left" w:pos="5954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477B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TitleChar">
    <w:name w:val="Title Char"/>
    <w:link w:val="Title"/>
    <w:uiPriority w:val="99"/>
    <w:locked/>
    <w:rsid w:val="0084477B"/>
    <w:rPr>
      <w:sz w:val="24"/>
      <w:szCs w:val="24"/>
    </w:rPr>
  </w:style>
  <w:style w:type="paragraph" w:styleId="Title">
    <w:name w:val="Title"/>
    <w:basedOn w:val="Normal"/>
    <w:link w:val="TitleChar1"/>
    <w:uiPriority w:val="99"/>
    <w:qFormat/>
    <w:rsid w:val="0084477B"/>
    <w:pPr>
      <w:jc w:val="center"/>
    </w:pPr>
    <w:rPr>
      <w:rFonts w:ascii="Calibri" w:eastAsia="Calibri" w:hAnsi="Calibri" w:cs="Calibri"/>
      <w:sz w:val="32"/>
      <w:szCs w:val="32"/>
      <w:lang w:eastAsia="en-US"/>
    </w:rPr>
  </w:style>
  <w:style w:type="character" w:customStyle="1" w:styleId="TitleChar1">
    <w:name w:val="Title Char1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character" w:customStyle="1" w:styleId="1">
    <w:name w:val="Название Знак1"/>
    <w:basedOn w:val="DefaultParagraphFont"/>
    <w:uiPriority w:val="99"/>
    <w:rsid w:val="0084477B"/>
    <w:rPr>
      <w:rFonts w:ascii="Cambria" w:hAnsi="Cambria" w:cs="Cambria"/>
      <w:color w:val="auto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84477B"/>
    <w:pPr>
      <w:jc w:val="center"/>
    </w:pPr>
    <w:rPr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4477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w-mailboxuserinfoemailinner">
    <w:name w:val="w-mailbox__userinfo__email_inner"/>
    <w:basedOn w:val="DefaultParagraphFont"/>
    <w:uiPriority w:val="99"/>
    <w:rsid w:val="0084477B"/>
  </w:style>
  <w:style w:type="paragraph" w:styleId="ListParagraph">
    <w:name w:val="List Paragraph"/>
    <w:basedOn w:val="Normal"/>
    <w:uiPriority w:val="99"/>
    <w:qFormat/>
    <w:rsid w:val="0084477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44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477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2</Pages>
  <Words>369</Words>
  <Characters>2109</Characters>
  <Application>Microsoft Office Outlook</Application>
  <DocSecurity>0</DocSecurity>
  <Lines>0</Lines>
  <Paragraphs>0</Paragraphs>
  <ScaleCrop>false</ScaleCrop>
  <Company>Школа №1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1</cp:lastModifiedBy>
  <cp:revision>17</cp:revision>
  <cp:lastPrinted>2015-09-03T00:59:00Z</cp:lastPrinted>
  <dcterms:created xsi:type="dcterms:W3CDTF">2015-01-27T00:17:00Z</dcterms:created>
  <dcterms:modified xsi:type="dcterms:W3CDTF">2015-09-08T02:50:00Z</dcterms:modified>
</cp:coreProperties>
</file>